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0D89B" w14:textId="77777777" w:rsidR="008A11CF" w:rsidRDefault="008A11CF">
      <w:pPr>
        <w:jc w:val="right"/>
        <w:rPr>
          <w:rFonts w:ascii="Desdemona" w:hAnsi="Desdemona"/>
          <w:i/>
        </w:rPr>
      </w:pPr>
      <w:bookmarkStart w:id="0" w:name="_GoBack"/>
      <w:bookmarkEnd w:id="0"/>
      <w:permStart w:id="1449336225" w:edGrp="everyone"/>
      <w:permEnd w:id="1449336225"/>
    </w:p>
    <w:p w14:paraId="6832743E" w14:textId="77777777" w:rsidR="008A11CF" w:rsidRDefault="00884483">
      <w:pPr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American Drug Company</w:t>
      </w:r>
    </w:p>
    <w:p w14:paraId="72A268BB" w14:textId="77777777" w:rsidR="008A11CF" w:rsidRDefault="00884483">
      <w:pPr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20045 Santa Ana Way</w:t>
      </w:r>
    </w:p>
    <w:p w14:paraId="5B98B196" w14:textId="77777777" w:rsidR="008A11CF" w:rsidRDefault="00884483">
      <w:pPr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Fremont, California 94500</w:t>
      </w:r>
    </w:p>
    <w:p w14:paraId="0BE1B7D0" w14:textId="77777777" w:rsidR="008A11CF" w:rsidRDefault="00884483">
      <w:pPr>
        <w:rPr>
          <w:sz w:val="24"/>
        </w:rPr>
      </w:pPr>
      <w:r>
        <w:rPr>
          <w:sz w:val="24"/>
        </w:rPr>
        <w:t>________________________________________________________________________</w:t>
      </w:r>
    </w:p>
    <w:p w14:paraId="6D5564C0" w14:textId="77777777" w:rsidR="008A11CF" w:rsidRDefault="008A11CF">
      <w:pPr>
        <w:rPr>
          <w:sz w:val="24"/>
        </w:rPr>
      </w:pPr>
    </w:p>
    <w:p w14:paraId="000710D1" w14:textId="77777777" w:rsidR="008A11CF" w:rsidRDefault="008A11CF">
      <w:pPr>
        <w:rPr>
          <w:sz w:val="24"/>
        </w:rPr>
      </w:pPr>
    </w:p>
    <w:p w14:paraId="2A1CC72B" w14:textId="77777777" w:rsidR="008A11CF" w:rsidRDefault="008A11CF">
      <w:pPr>
        <w:rPr>
          <w:sz w:val="24"/>
        </w:rPr>
      </w:pPr>
    </w:p>
    <w:p w14:paraId="2D117AAA" w14:textId="77777777" w:rsidR="008A11CF" w:rsidRDefault="008A11CF">
      <w:pPr>
        <w:rPr>
          <w:sz w:val="24"/>
        </w:rPr>
      </w:pPr>
    </w:p>
    <w:p w14:paraId="18001B55" w14:textId="77777777" w:rsidR="008A11CF" w:rsidRDefault="008A11CF">
      <w:pPr>
        <w:rPr>
          <w:sz w:val="24"/>
        </w:rPr>
      </w:pPr>
    </w:p>
    <w:p w14:paraId="572540ED" w14:textId="77777777" w:rsidR="008A11CF" w:rsidRDefault="008A11CF">
      <w:pPr>
        <w:rPr>
          <w:sz w:val="24"/>
        </w:rPr>
      </w:pPr>
    </w:p>
    <w:p w14:paraId="4B38B504" w14:textId="77777777" w:rsidR="008A11CF" w:rsidRDefault="00884483">
      <w:pPr>
        <w:rPr>
          <w:sz w:val="24"/>
        </w:rPr>
      </w:pPr>
      <w:r>
        <w:rPr>
          <w:sz w:val="24"/>
        </w:rPr>
        <w:t>Dear Mr. Giles:</w:t>
      </w:r>
    </w:p>
    <w:p w14:paraId="59852A07" w14:textId="77777777" w:rsidR="008A11CF" w:rsidRDefault="008A11CF">
      <w:pPr>
        <w:rPr>
          <w:sz w:val="24"/>
        </w:rPr>
      </w:pPr>
    </w:p>
    <w:p w14:paraId="64AA24A2" w14:textId="77777777" w:rsidR="008A11CF" w:rsidRDefault="00884483">
      <w:pPr>
        <w:rPr>
          <w:sz w:val="24"/>
        </w:rPr>
      </w:pPr>
      <w:r>
        <w:rPr>
          <w:sz w:val="24"/>
        </w:rPr>
        <w:t>I enjoyed meeting with you recently and thank you for your inquiry into our services.  While I believe that our prices are competitive, charges for supplies and medicine are subject to change without notice.</w:t>
      </w:r>
    </w:p>
    <w:p w14:paraId="6E4C4FBD" w14:textId="77777777" w:rsidR="008A11CF" w:rsidRDefault="008A11CF">
      <w:pPr>
        <w:rPr>
          <w:sz w:val="24"/>
        </w:rPr>
      </w:pPr>
    </w:p>
    <w:p w14:paraId="009BED4A" w14:textId="77777777" w:rsidR="008A11CF" w:rsidRDefault="00884483">
      <w:pPr>
        <w:rPr>
          <w:sz w:val="24"/>
        </w:rPr>
      </w:pPr>
      <w:r>
        <w:rPr>
          <w:sz w:val="24"/>
        </w:rPr>
        <w:t>We look forward to working with you in the future.</w:t>
      </w:r>
    </w:p>
    <w:p w14:paraId="78EAEB73" w14:textId="77777777" w:rsidR="008A11CF" w:rsidRDefault="008A11CF">
      <w:pPr>
        <w:rPr>
          <w:sz w:val="24"/>
        </w:rPr>
      </w:pPr>
    </w:p>
    <w:p w14:paraId="67578420" w14:textId="77777777" w:rsidR="008A11CF" w:rsidRDefault="008A11CF">
      <w:pPr>
        <w:rPr>
          <w:sz w:val="24"/>
        </w:rPr>
      </w:pPr>
    </w:p>
    <w:p w14:paraId="2374B3D7" w14:textId="77777777" w:rsidR="008A11CF" w:rsidRDefault="00884483">
      <w:pPr>
        <w:rPr>
          <w:sz w:val="24"/>
        </w:rPr>
      </w:pPr>
      <w:r>
        <w:rPr>
          <w:sz w:val="24"/>
        </w:rPr>
        <w:t>Regards,</w:t>
      </w:r>
    </w:p>
    <w:p w14:paraId="4F240E61" w14:textId="77777777" w:rsidR="008A11CF" w:rsidRDefault="008A11CF">
      <w:pPr>
        <w:rPr>
          <w:sz w:val="24"/>
        </w:rPr>
      </w:pPr>
    </w:p>
    <w:p w14:paraId="35487FD2" w14:textId="77777777" w:rsidR="008A11CF" w:rsidRDefault="00884483">
      <w:pPr>
        <w:rPr>
          <w:rFonts w:ascii="Matura MT Script Capitals" w:hAnsi="Matura MT Script Capitals"/>
          <w:sz w:val="24"/>
        </w:rPr>
      </w:pPr>
      <w:r>
        <w:rPr>
          <w:rFonts w:ascii="Matura MT Script Capitals" w:hAnsi="Matura MT Script Capitals"/>
          <w:sz w:val="24"/>
        </w:rPr>
        <w:t>Abigail Fintch</w:t>
      </w:r>
    </w:p>
    <w:p w14:paraId="395C7A4D" w14:textId="77777777" w:rsidR="008A11CF" w:rsidRDefault="008A11CF">
      <w:pPr>
        <w:rPr>
          <w:sz w:val="24"/>
        </w:rPr>
      </w:pPr>
    </w:p>
    <w:p w14:paraId="2BCC9BBD" w14:textId="77777777" w:rsidR="008A11CF" w:rsidRDefault="00884483">
      <w:pPr>
        <w:rPr>
          <w:sz w:val="24"/>
        </w:rPr>
      </w:pPr>
      <w:r>
        <w:rPr>
          <w:sz w:val="24"/>
        </w:rPr>
        <w:t>Abigail Fintch</w:t>
      </w:r>
    </w:p>
    <w:p w14:paraId="637F6B3D" w14:textId="77777777" w:rsidR="008A11CF" w:rsidRDefault="00884483">
      <w:pPr>
        <w:rPr>
          <w:sz w:val="24"/>
        </w:rPr>
      </w:pPr>
      <w:r>
        <w:rPr>
          <w:sz w:val="24"/>
        </w:rPr>
        <w:t>Senior Sales Representative</w:t>
      </w:r>
    </w:p>
    <w:p w14:paraId="2A41EB3D" w14:textId="77777777" w:rsidR="008A11CF" w:rsidRDefault="008A11CF">
      <w:pPr>
        <w:rPr>
          <w:sz w:val="24"/>
        </w:rPr>
      </w:pPr>
    </w:p>
    <w:p w14:paraId="3DEA421A" w14:textId="77777777" w:rsidR="008A11CF" w:rsidRDefault="008A11CF">
      <w:pPr>
        <w:rPr>
          <w:sz w:val="24"/>
        </w:rPr>
      </w:pPr>
    </w:p>
    <w:p w14:paraId="5EF6A919" w14:textId="77777777" w:rsidR="008A11CF" w:rsidRDefault="008A11CF">
      <w:pPr>
        <w:rPr>
          <w:sz w:val="24"/>
        </w:rPr>
      </w:pPr>
    </w:p>
    <w:p w14:paraId="37C21320" w14:textId="77777777" w:rsidR="008A11CF" w:rsidRDefault="008A11CF">
      <w:pPr>
        <w:rPr>
          <w:sz w:val="24"/>
        </w:rPr>
      </w:pPr>
    </w:p>
    <w:sectPr w:rsidR="008A11CF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sdemona"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BF"/>
    <w:rsid w:val="00292DAF"/>
    <w:rsid w:val="00545DC2"/>
    <w:rsid w:val="006208BF"/>
    <w:rsid w:val="00841C6D"/>
    <w:rsid w:val="00884483"/>
    <w:rsid w:val="008A11CF"/>
    <w:rsid w:val="008D4452"/>
    <w:rsid w:val="00CC440A"/>
    <w:rsid w:val="00EB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8736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98D9A8DE80C247BAB905BBEB5742BB" ma:contentTypeVersion="0" ma:contentTypeDescription="Create a new document." ma:contentTypeScope="" ma:versionID="f8cb947f59bcfbd781aeda24443ffe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CB914-2A1A-40F7-B6DE-3E4251CF2B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38B6FF-AA59-478F-838B-EF9B99CE9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44D5B-B69A-4A15-AA12-2385423561C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CCEEC8D-7691-48DC-AEB2-24BD5269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8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</dc:creator>
  <cp:lastModifiedBy>Val</cp:lastModifiedBy>
  <cp:revision>2</cp:revision>
  <dcterms:created xsi:type="dcterms:W3CDTF">2012-11-21T12:38:00Z</dcterms:created>
  <dcterms:modified xsi:type="dcterms:W3CDTF">2012-11-21T12:38:00Z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0x0101002C98D9A8DE80C247BAB905BBEB5742BB</vt:lpwstr>
  </property>
</Properties>
</file>